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155790-801C-4FF9-9C4D-8E52EAB4D57E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